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A64B24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264061">
        <w:rPr>
          <w:rFonts w:ascii="Corbel" w:hAnsi="Corbel"/>
          <w:sz w:val="20"/>
          <w:szCs w:val="20"/>
        </w:rPr>
        <w:t>202</w:t>
      </w:r>
      <w:r w:rsidR="00A64B24">
        <w:rPr>
          <w:rFonts w:ascii="Corbel" w:hAnsi="Corbel"/>
          <w:sz w:val="20"/>
          <w:szCs w:val="20"/>
        </w:rPr>
        <w:t>4</w:t>
      </w:r>
      <w:r w:rsidR="00264061">
        <w:rPr>
          <w:rFonts w:ascii="Corbel" w:hAnsi="Corbel"/>
          <w:sz w:val="20"/>
          <w:szCs w:val="20"/>
        </w:rPr>
        <w:t>-202</w:t>
      </w:r>
      <w:r w:rsidR="00A64B24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5800EC" w:rsidP="001E3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profilaktyki szkolnej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5673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36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FA64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264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II </w:t>
            </w:r>
            <w:r w:rsidR="00FA64C9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D5D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33A7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264061" w:rsidP="0026406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</w:t>
            </w:r>
            <w:r w:rsidR="005673A8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1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D25" w:rsidRDefault="007D5D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D2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D25" w:rsidRDefault="007D5D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D2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D5D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682E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82E28">
        <w:rPr>
          <w:rFonts w:ascii="Corbel" w:hAnsi="Corbel"/>
          <w:b w:val="0"/>
          <w:smallCaps w:val="0"/>
          <w:szCs w:val="24"/>
        </w:rPr>
        <w:t>(z możliwością wizyt studyjnych w wybranych szkołach)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214898">
        <w:rPr>
          <w:rFonts w:ascii="Corbel" w:hAnsi="Corbel"/>
          <w:smallCaps w:val="0"/>
          <w:szCs w:val="24"/>
          <w:u w:val="single"/>
        </w:rPr>
        <w:t>zaliczenie z oceną</w:t>
      </w:r>
      <w:r w:rsidR="00682E28">
        <w:rPr>
          <w:rFonts w:ascii="Corbel" w:hAnsi="Corbel"/>
          <w:smallCaps w:val="0"/>
          <w:szCs w:val="24"/>
          <w:u w:val="single"/>
        </w:rPr>
        <w:t>, egzamin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928CF" w:rsidP="00A928C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profilaktyki społecznej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61"/>
      </w:tblGrid>
      <w:tr w:rsidR="00950DA6" w:rsidRPr="00B169DF" w:rsidTr="00C554E2">
        <w:tc>
          <w:tcPr>
            <w:tcW w:w="709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61" w:type="dxa"/>
            <w:vAlign w:val="center"/>
          </w:tcPr>
          <w:p w:rsidR="00950DA6" w:rsidRPr="00C554E2" w:rsidRDefault="00CD23CB" w:rsidP="00C554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554E2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8B2DA0" w:rsidRPr="00C554E2">
              <w:rPr>
                <w:rFonts w:ascii="Corbel" w:hAnsi="Corbel"/>
                <w:sz w:val="24"/>
                <w:szCs w:val="24"/>
              </w:rPr>
              <w:t xml:space="preserve">głównymi </w:t>
            </w:r>
            <w:r w:rsidRPr="00C554E2">
              <w:rPr>
                <w:rFonts w:ascii="Corbel" w:hAnsi="Corbel"/>
                <w:sz w:val="24"/>
                <w:szCs w:val="24"/>
              </w:rPr>
              <w:t>założeniami profilaktyki szkolnej</w:t>
            </w:r>
            <w:r w:rsidR="0000298B" w:rsidRPr="00C554E2">
              <w:rPr>
                <w:rFonts w:ascii="Corbel" w:hAnsi="Corbel"/>
                <w:sz w:val="24"/>
                <w:szCs w:val="24"/>
              </w:rPr>
              <w:t xml:space="preserve"> w Polsce</w:t>
            </w:r>
          </w:p>
        </w:tc>
      </w:tr>
      <w:tr w:rsidR="00950DA6" w:rsidRPr="00B169DF" w:rsidTr="00C554E2">
        <w:tc>
          <w:tcPr>
            <w:tcW w:w="709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61" w:type="dxa"/>
            <w:vAlign w:val="center"/>
          </w:tcPr>
          <w:p w:rsidR="00950DA6" w:rsidRPr="00C554E2" w:rsidRDefault="0020279F" w:rsidP="00C554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554E2">
              <w:rPr>
                <w:rFonts w:ascii="Corbel" w:hAnsi="Corbel"/>
                <w:sz w:val="24"/>
                <w:szCs w:val="24"/>
              </w:rPr>
              <w:t xml:space="preserve">Kształcenie umiejętności formułowania celów i zadań profilaktyki szkolnej w oparciu </w:t>
            </w:r>
            <w:r w:rsidR="00C554E2">
              <w:rPr>
                <w:rFonts w:ascii="Corbel" w:hAnsi="Corbel"/>
                <w:sz w:val="24"/>
                <w:szCs w:val="24"/>
              </w:rPr>
              <w:br/>
            </w:r>
            <w:r w:rsidRPr="00C554E2">
              <w:rPr>
                <w:rFonts w:ascii="Corbel" w:hAnsi="Corbel"/>
                <w:sz w:val="24"/>
                <w:szCs w:val="24"/>
              </w:rPr>
              <w:t>o diagnozę problemów i potrzeb uczniów</w:t>
            </w:r>
            <w:r w:rsidR="00655097" w:rsidRPr="00C554E2">
              <w:rPr>
                <w:rFonts w:ascii="Corbel" w:hAnsi="Corbel"/>
                <w:sz w:val="24"/>
                <w:szCs w:val="24"/>
              </w:rPr>
              <w:t xml:space="preserve"> z uwzględnieniem realnych możliwości szkoły</w:t>
            </w:r>
          </w:p>
        </w:tc>
      </w:tr>
      <w:tr w:rsidR="00B96BAC" w:rsidRPr="00B169DF" w:rsidTr="00C554E2">
        <w:tc>
          <w:tcPr>
            <w:tcW w:w="709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961" w:type="dxa"/>
            <w:vAlign w:val="center"/>
          </w:tcPr>
          <w:p w:rsidR="00B96BAC" w:rsidRPr="00C554E2" w:rsidRDefault="0020279F" w:rsidP="00C554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554E2">
              <w:rPr>
                <w:rFonts w:ascii="Corbel" w:hAnsi="Corbel"/>
                <w:sz w:val="24"/>
                <w:szCs w:val="24"/>
              </w:rPr>
              <w:t>Wdrażanie do projektowania realnych i efektywnych oddziaływań profilaktycznych skierowanych do jednostek, grup klasowych i całej społeczności szkolnej</w:t>
            </w:r>
          </w:p>
        </w:tc>
      </w:tr>
      <w:tr w:rsidR="00B96BAC" w:rsidRPr="00B169DF" w:rsidTr="00C554E2">
        <w:tc>
          <w:tcPr>
            <w:tcW w:w="709" w:type="dxa"/>
            <w:vAlign w:val="center"/>
          </w:tcPr>
          <w:p w:rsidR="00B96BAC" w:rsidRPr="00B169DF" w:rsidRDefault="00B96BAC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961" w:type="dxa"/>
            <w:vAlign w:val="center"/>
          </w:tcPr>
          <w:p w:rsidR="00B96BAC" w:rsidRPr="00C554E2" w:rsidRDefault="00655097" w:rsidP="00C554E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554E2">
              <w:rPr>
                <w:rFonts w:ascii="Corbel" w:hAnsi="Corbel"/>
                <w:sz w:val="24"/>
                <w:szCs w:val="24"/>
              </w:rPr>
              <w:t>Uświadomienie roli szkoły w polskim systemie profilaktyki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AB6107" w:rsidRPr="00B169DF" w:rsidRDefault="00AB6107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B169DF" w:rsidTr="00912032">
        <w:tc>
          <w:tcPr>
            <w:tcW w:w="1418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7D5D25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912032">
        <w:trPr>
          <w:trHeight w:val="756"/>
        </w:trPr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  <w:vAlign w:val="center"/>
          </w:tcPr>
          <w:p w:rsidR="005124DD" w:rsidRPr="00D60B73" w:rsidRDefault="004815FC" w:rsidP="00D60B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0B73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>omawia prawne, organizacyjne,  psychologiczne</w:t>
            </w:r>
            <w:r w:rsidRPr="00D60B73">
              <w:rPr>
                <w:rFonts w:ascii="Corbel" w:hAnsi="Corbel"/>
                <w:b w:val="0"/>
                <w:sz w:val="24"/>
                <w:szCs w:val="24"/>
              </w:rPr>
              <w:t xml:space="preserve">pedagogiczne 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oraz społeczno-kulturowe </w:t>
            </w:r>
            <w:r w:rsidR="005B4435" w:rsidRPr="00D60B73">
              <w:rPr>
                <w:rFonts w:ascii="Corbel" w:hAnsi="Corbel"/>
                <w:b w:val="0"/>
                <w:sz w:val="24"/>
                <w:szCs w:val="24"/>
              </w:rPr>
              <w:t>podstawy pro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 xml:space="preserve">filaktyki </w:t>
            </w:r>
            <w:r w:rsidR="005B4435" w:rsidRPr="00D60B73">
              <w:rPr>
                <w:rFonts w:ascii="Corbel" w:hAnsi="Corbel"/>
                <w:b w:val="0"/>
                <w:sz w:val="24"/>
                <w:szCs w:val="24"/>
              </w:rPr>
              <w:t>szkol</w:t>
            </w:r>
            <w:r w:rsidR="00D60B73" w:rsidRPr="00D60B73"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="003043EF"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2A1B90" w:rsidRPr="0060584D" w:rsidRDefault="00F217C7" w:rsidP="002A1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2A1B90" w:rsidRPr="0060584D" w:rsidRDefault="002A1B90" w:rsidP="002A1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AD447C" w:rsidRPr="0060584D" w:rsidRDefault="00AD447C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A1B90" w:rsidRPr="00B169DF" w:rsidTr="00912032">
        <w:tc>
          <w:tcPr>
            <w:tcW w:w="1418" w:type="dxa"/>
          </w:tcPr>
          <w:p w:rsidR="002A1B90" w:rsidRDefault="002A1B90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379" w:type="dxa"/>
          </w:tcPr>
          <w:p w:rsidR="002A1B90" w:rsidRPr="004815FC" w:rsidRDefault="002A1B90" w:rsidP="005136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815FC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koncepcje profilaktyki oraz cele i zadania </w:t>
            </w:r>
            <w:r w:rsidRPr="004815FC">
              <w:rPr>
                <w:rFonts w:ascii="Corbel" w:hAnsi="Corbel"/>
                <w:sz w:val="24"/>
                <w:szCs w:val="24"/>
              </w:rPr>
              <w:t>oddziaływań profilaktycznych w szkole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2A1B90" w:rsidRPr="0060584D" w:rsidRDefault="002A1B90" w:rsidP="002A1B90">
            <w:pPr>
              <w:jc w:val="center"/>
              <w:rPr>
                <w:sz w:val="24"/>
                <w:szCs w:val="24"/>
              </w:rPr>
            </w:pPr>
            <w:r w:rsidRPr="0060584D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2A1B90" w:rsidRPr="00B169DF" w:rsidTr="00912032">
        <w:tc>
          <w:tcPr>
            <w:tcW w:w="1418" w:type="dxa"/>
          </w:tcPr>
          <w:p w:rsidR="002A1B90" w:rsidRDefault="002A1B90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379" w:type="dxa"/>
          </w:tcPr>
          <w:p w:rsidR="002A1B90" w:rsidRPr="003B3A21" w:rsidRDefault="002A1B90" w:rsidP="000B6A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szczegółowo omawia i ocenia </w:t>
            </w:r>
            <w:r w:rsidRPr="004815FC">
              <w:rPr>
                <w:rFonts w:ascii="Corbel" w:hAnsi="Corbel"/>
                <w:sz w:val="24"/>
                <w:szCs w:val="24"/>
              </w:rPr>
              <w:t>metody</w:t>
            </w:r>
            <w:r>
              <w:rPr>
                <w:rFonts w:ascii="Corbel" w:hAnsi="Corbel"/>
                <w:sz w:val="24"/>
                <w:szCs w:val="24"/>
              </w:rPr>
              <w:t xml:space="preserve"> i techniki profilaktyki szkolnej, potrafi określić warunki ich skuteczności,</w:t>
            </w:r>
          </w:p>
        </w:tc>
        <w:tc>
          <w:tcPr>
            <w:tcW w:w="1873" w:type="dxa"/>
          </w:tcPr>
          <w:p w:rsidR="002A1B90" w:rsidRPr="0060584D" w:rsidRDefault="002A1B90" w:rsidP="002A1B90">
            <w:pPr>
              <w:jc w:val="center"/>
              <w:rPr>
                <w:sz w:val="24"/>
                <w:szCs w:val="24"/>
              </w:rPr>
            </w:pPr>
            <w:r w:rsidRPr="0060584D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5124DD" w:rsidRPr="00B169DF" w:rsidTr="00912032">
        <w:tc>
          <w:tcPr>
            <w:tcW w:w="1418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379" w:type="dxa"/>
          </w:tcPr>
          <w:p w:rsidR="005124DD" w:rsidRPr="003B3A21" w:rsidRDefault="000B6AB7" w:rsidP="00565C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54586E">
              <w:rPr>
                <w:rFonts w:ascii="Corbel" w:hAnsi="Corbel"/>
                <w:sz w:val="24"/>
                <w:szCs w:val="24"/>
              </w:rPr>
              <w:t xml:space="preserve">onstruuje </w:t>
            </w:r>
            <w:r w:rsidR="00E07BF2">
              <w:rPr>
                <w:rFonts w:ascii="Corbel" w:hAnsi="Corbel"/>
                <w:sz w:val="24"/>
                <w:szCs w:val="24"/>
              </w:rPr>
              <w:t xml:space="preserve">realny i potencjalnie efektywny </w:t>
            </w:r>
            <w:r w:rsidR="0054586E">
              <w:rPr>
                <w:rFonts w:ascii="Corbel" w:hAnsi="Corbel"/>
                <w:sz w:val="24"/>
                <w:szCs w:val="24"/>
              </w:rPr>
              <w:t xml:space="preserve">program profilaktyki szkolnej w oparciu o diagnozę </w:t>
            </w:r>
            <w:r w:rsidR="00E07BF2">
              <w:rPr>
                <w:rFonts w:ascii="Corbel" w:hAnsi="Corbel"/>
                <w:sz w:val="24"/>
                <w:szCs w:val="24"/>
              </w:rPr>
              <w:t xml:space="preserve">potrzeb uczniów oraz </w:t>
            </w:r>
            <w:r w:rsidR="00F214F0">
              <w:rPr>
                <w:rFonts w:ascii="Corbel" w:hAnsi="Corbel"/>
                <w:sz w:val="24"/>
                <w:szCs w:val="24"/>
              </w:rPr>
              <w:t>potencjału szkoły</w:t>
            </w:r>
            <w:r w:rsidR="002440F8">
              <w:rPr>
                <w:rFonts w:ascii="Corbel" w:hAnsi="Corbel"/>
                <w:sz w:val="24"/>
                <w:szCs w:val="24"/>
              </w:rPr>
              <w:t>;</w:t>
            </w:r>
            <w:r w:rsidR="00565CA6">
              <w:rPr>
                <w:rFonts w:ascii="Corbel" w:hAnsi="Corbel"/>
                <w:sz w:val="24"/>
                <w:szCs w:val="24"/>
              </w:rPr>
              <w:t xml:space="preserve"> dobiera efektywne metody profilaktyki dostosowane do potrzeb uczniów uwzględniając ich wiek, kompetencje indywidualne i społeczne</w:t>
            </w:r>
            <w:r w:rsidR="001778D1">
              <w:rPr>
                <w:rFonts w:ascii="Corbel" w:hAnsi="Corbel"/>
                <w:sz w:val="24"/>
                <w:szCs w:val="24"/>
              </w:rPr>
              <w:t>;</w:t>
            </w:r>
            <w:r w:rsidR="002440F8">
              <w:rPr>
                <w:rFonts w:ascii="Corbel" w:hAnsi="Corbel"/>
                <w:sz w:val="24"/>
                <w:szCs w:val="24"/>
              </w:rPr>
              <w:t xml:space="preserve">przygotowuje </w:t>
            </w:r>
            <w:r w:rsidR="00F214F0">
              <w:rPr>
                <w:rFonts w:ascii="Corbel" w:hAnsi="Corbel"/>
                <w:sz w:val="24"/>
                <w:szCs w:val="24"/>
              </w:rPr>
              <w:t xml:space="preserve">trafne </w:t>
            </w:r>
            <w:r w:rsidR="002440F8">
              <w:rPr>
                <w:rFonts w:ascii="Corbel" w:hAnsi="Corbel"/>
                <w:sz w:val="24"/>
                <w:szCs w:val="24"/>
              </w:rPr>
              <w:t>narzędzia do jego ewaluacji</w:t>
            </w:r>
            <w:r w:rsidR="001778D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60584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124D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F50CD" w:rsidRPr="00B169DF" w:rsidTr="00912032">
        <w:tc>
          <w:tcPr>
            <w:tcW w:w="1418" w:type="dxa"/>
          </w:tcPr>
          <w:p w:rsidR="000F50CD" w:rsidRPr="00B169DF" w:rsidRDefault="00D6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379" w:type="dxa"/>
          </w:tcPr>
          <w:p w:rsidR="000F50CD" w:rsidRDefault="001778D1" w:rsidP="002127EE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dostrzega rolę współpracy nauczycieli, rodziców/opiekunów , instytucji lokalnych (w tym stowarzyszeń) w realizacji skutecznej profilaktyki szkolnej</w:t>
            </w:r>
            <w:r w:rsidR="00D617F6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60584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:rsidR="000F50CD" w:rsidRPr="0060584D" w:rsidRDefault="0060584D" w:rsidP="006058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B0FC4" w:rsidRPr="00B169DF" w:rsidTr="00912032">
        <w:tc>
          <w:tcPr>
            <w:tcW w:w="1418" w:type="dxa"/>
          </w:tcPr>
          <w:p w:rsidR="00CB0FC4" w:rsidRPr="00B169DF" w:rsidRDefault="00D617F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379" w:type="dxa"/>
          </w:tcPr>
          <w:p w:rsidR="00CB0FC4" w:rsidRPr="00A24C37" w:rsidRDefault="00A24C37" w:rsidP="00A24C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4C37">
              <w:rPr>
                <w:rFonts w:ascii="Corbel" w:hAnsi="Corbel"/>
                <w:sz w:val="24"/>
                <w:szCs w:val="24"/>
              </w:rPr>
              <w:t xml:space="preserve">dostrzega związki miedzy kwalifikacjami i kompetencjami osób organizujących i realizujących programy profilaktyczne a skutecznością profilaktyki szkolnej; wykazuje gotowość do </w:t>
            </w:r>
            <w:r w:rsidR="00D617F6">
              <w:rPr>
                <w:rFonts w:ascii="Corbel" w:hAnsi="Corbel"/>
                <w:sz w:val="24"/>
                <w:szCs w:val="24"/>
              </w:rPr>
              <w:t>samo</w:t>
            </w:r>
            <w:r>
              <w:rPr>
                <w:rFonts w:ascii="Corbel" w:hAnsi="Corbel"/>
                <w:sz w:val="24"/>
                <w:szCs w:val="24"/>
              </w:rPr>
              <w:t xml:space="preserve">doskonalenia </w:t>
            </w:r>
            <w:r w:rsidR="00D617F6">
              <w:rPr>
                <w:rFonts w:ascii="Corbel" w:hAnsi="Corbel"/>
                <w:sz w:val="24"/>
                <w:szCs w:val="24"/>
              </w:rPr>
              <w:t>zawodowego w obszarze profilaktyki szkolnej</w:t>
            </w:r>
          </w:p>
        </w:tc>
        <w:tc>
          <w:tcPr>
            <w:tcW w:w="1873" w:type="dxa"/>
          </w:tcPr>
          <w:p w:rsidR="00AD447C" w:rsidRPr="0060584D" w:rsidRDefault="00F217C7" w:rsidP="00AD4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058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:rsidR="00CB0FC4" w:rsidRPr="0060584D" w:rsidRDefault="00F217C7" w:rsidP="00AD4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584D"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AD447C" w:rsidRPr="0060584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0584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B59D3" w:rsidRDefault="00FB59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B432C1" w:rsidRDefault="002E0738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Prawne, </w:t>
            </w:r>
            <w:r w:rsidRPr="00D60B73">
              <w:rPr>
                <w:rFonts w:ascii="Corbel" w:hAnsi="Corbel"/>
                <w:sz w:val="24"/>
                <w:szCs w:val="24"/>
              </w:rPr>
              <w:t>organizacyjne,  psychologiczne pedagogiczne oraz społeczno-kulturowe podstawy profilaktyki szkolnej</w:t>
            </w:r>
          </w:p>
        </w:tc>
      </w:tr>
      <w:tr w:rsidR="006E7FF9" w:rsidRPr="00B169DF" w:rsidTr="00820492">
        <w:tc>
          <w:tcPr>
            <w:tcW w:w="10065" w:type="dxa"/>
          </w:tcPr>
          <w:p w:rsidR="006E7FF9" w:rsidRDefault="006E7FF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szkoły w polskim systemie profilaktyki</w:t>
            </w:r>
          </w:p>
        </w:tc>
      </w:tr>
      <w:tr w:rsidR="00255DE1" w:rsidRPr="00B169DF" w:rsidTr="00820492">
        <w:tc>
          <w:tcPr>
            <w:tcW w:w="10065" w:type="dxa"/>
          </w:tcPr>
          <w:p w:rsidR="00255DE1" w:rsidRDefault="002568A1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i modele programów profilaktycznych </w:t>
            </w:r>
          </w:p>
        </w:tc>
      </w:tr>
      <w:tr w:rsidR="002568A1" w:rsidRPr="00B169DF" w:rsidTr="00820492">
        <w:tc>
          <w:tcPr>
            <w:tcW w:w="10065" w:type="dxa"/>
          </w:tcPr>
          <w:p w:rsidR="002568A1" w:rsidRDefault="00B4681A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profilaktyki szkolnej, rodzaje szkolnych oddziaływań profilaktycznych </w:t>
            </w:r>
          </w:p>
        </w:tc>
      </w:tr>
      <w:tr w:rsidR="00AF04D4" w:rsidRPr="00B169DF" w:rsidTr="00820492">
        <w:tc>
          <w:tcPr>
            <w:tcW w:w="10065" w:type="dxa"/>
          </w:tcPr>
          <w:p w:rsidR="00AF04D4" w:rsidRPr="00B432C1" w:rsidRDefault="009E2F0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jako fundament konstruowania szkolnych programów profilaktycznych</w:t>
            </w:r>
          </w:p>
        </w:tc>
      </w:tr>
      <w:tr w:rsidR="00E95B37" w:rsidRPr="00B169DF" w:rsidTr="00820492">
        <w:tc>
          <w:tcPr>
            <w:tcW w:w="10065" w:type="dxa"/>
          </w:tcPr>
          <w:p w:rsidR="00E95B37" w:rsidRDefault="00E95B37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jako czynnik ryzyka i czynnik chroniący przed podejmowaniem zachowań ryzykownych </w:t>
            </w:r>
          </w:p>
        </w:tc>
      </w:tr>
      <w:tr w:rsidR="00AC2EC7" w:rsidRPr="00B169DF" w:rsidTr="00820492">
        <w:tc>
          <w:tcPr>
            <w:tcW w:w="10065" w:type="dxa"/>
          </w:tcPr>
          <w:p w:rsidR="00AC2EC7" w:rsidRDefault="00AC2EC7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narzędzia skutecznej profilaktyki szkolnej</w:t>
            </w:r>
          </w:p>
        </w:tc>
      </w:tr>
      <w:tr w:rsidR="00294869" w:rsidRPr="00B169DF" w:rsidTr="00820492">
        <w:tc>
          <w:tcPr>
            <w:tcW w:w="10065" w:type="dxa"/>
          </w:tcPr>
          <w:p w:rsidR="00294869" w:rsidRDefault="00294869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szkoła-rodzice-środowisko lokalne</w:t>
            </w:r>
            <w:r w:rsidR="00A73DF2">
              <w:rPr>
                <w:rFonts w:ascii="Corbel" w:hAnsi="Corbel"/>
                <w:sz w:val="24"/>
                <w:szCs w:val="24"/>
              </w:rPr>
              <w:t xml:space="preserve"> jako podstawa efektywnej profilaktyki szkolnej</w:t>
            </w:r>
          </w:p>
        </w:tc>
      </w:tr>
      <w:tr w:rsidR="00A73DF2" w:rsidRPr="00B169DF" w:rsidTr="00820492">
        <w:tc>
          <w:tcPr>
            <w:tcW w:w="10065" w:type="dxa"/>
          </w:tcPr>
          <w:p w:rsidR="00A73DF2" w:rsidRDefault="00A73DF2" w:rsidP="00985CA1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Kwalifikacje i kompetencje realizatorów profilaktyki szkolnej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1B4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</w:t>
      </w:r>
    </w:p>
    <w:p w:rsidR="0085747A" w:rsidRDefault="0085747A" w:rsidP="00871B4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3664CC" w:rsidRPr="00B169DF" w:rsidTr="00AF7CD2">
        <w:tc>
          <w:tcPr>
            <w:tcW w:w="10065" w:type="dxa"/>
          </w:tcPr>
          <w:p w:rsidR="003664CC" w:rsidRPr="00B169DF" w:rsidRDefault="003664CC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648" w:rsidRPr="00B169DF" w:rsidTr="00AF7CD2">
        <w:tc>
          <w:tcPr>
            <w:tcW w:w="10065" w:type="dxa"/>
          </w:tcPr>
          <w:p w:rsidR="001A1648" w:rsidRDefault="001A164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i ryzykowne zachowania uczniów w szkole i poza nią</w:t>
            </w:r>
          </w:p>
        </w:tc>
      </w:tr>
      <w:tr w:rsidR="001A1648" w:rsidRPr="00B169DF" w:rsidTr="00AF7CD2">
        <w:tc>
          <w:tcPr>
            <w:tcW w:w="10065" w:type="dxa"/>
          </w:tcPr>
          <w:p w:rsidR="001A1648" w:rsidRDefault="001A164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badania potrzeb profilaktycznych w szkole</w:t>
            </w:r>
          </w:p>
        </w:tc>
      </w:tr>
      <w:tr w:rsidR="00003BE2" w:rsidRPr="00B169DF" w:rsidTr="00AF7CD2">
        <w:tc>
          <w:tcPr>
            <w:tcW w:w="10065" w:type="dxa"/>
          </w:tcPr>
          <w:p w:rsidR="00003BE2" w:rsidRPr="00AC3E5C" w:rsidRDefault="00003BE2" w:rsidP="00AC3E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AC3E5C">
              <w:rPr>
                <w:rFonts w:ascii="Corbel" w:hAnsi="Corbel"/>
                <w:sz w:val="24"/>
                <w:szCs w:val="24"/>
              </w:rPr>
              <w:t>Modele programów profilaktycznych, strategie profilaktyki szkolnej</w:t>
            </w:r>
            <w:r w:rsidR="001A1648" w:rsidRPr="00AC3E5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C3E5C" w:rsidRPr="00AC3E5C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1A1648" w:rsidRPr="00AC3E5C">
              <w:rPr>
                <w:rFonts w:ascii="Corbel" w:hAnsi="Corbel"/>
                <w:sz w:val="24"/>
                <w:szCs w:val="24"/>
              </w:rPr>
              <w:t>efektywnego programu profilaktycznego szkoły</w:t>
            </w:r>
          </w:p>
        </w:tc>
      </w:tr>
      <w:tr w:rsidR="00AC4784" w:rsidRPr="00B169DF" w:rsidTr="00AF7CD2">
        <w:tc>
          <w:tcPr>
            <w:tcW w:w="10065" w:type="dxa"/>
          </w:tcPr>
          <w:p w:rsidR="00AC4784" w:rsidRDefault="000E296A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Krytyczna analiza wybranych programów realizowanych w ramach profilaktyki szkolnej</w:t>
            </w:r>
          </w:p>
        </w:tc>
      </w:tr>
      <w:tr w:rsidR="00411338" w:rsidRPr="00B169DF" w:rsidTr="00AF7CD2">
        <w:tc>
          <w:tcPr>
            <w:tcW w:w="10065" w:type="dxa"/>
          </w:tcPr>
          <w:p w:rsidR="00411338" w:rsidRDefault="00411338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Doskonalenie kompetencji indywidualnych i społecznych jako zadanie profilaktyki szkolnej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realizowania profilaktyki przemocy rówieśniczej i cyberbullyingu 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efektywnej profilaktyki używania i nadużywania substancji psychoaktywnych </w:t>
            </w:r>
          </w:p>
        </w:tc>
      </w:tr>
      <w:tr w:rsidR="00DC06D5" w:rsidRPr="00B169DF" w:rsidTr="00AF7CD2">
        <w:tc>
          <w:tcPr>
            <w:tcW w:w="10065" w:type="dxa"/>
          </w:tcPr>
          <w:p w:rsidR="00DC06D5" w:rsidRDefault="00DC06D5" w:rsidP="00B96671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skutecznej profilaktyki podejmowania ryzykownych zachowań seksualnych </w:t>
            </w:r>
          </w:p>
        </w:tc>
      </w:tr>
      <w:tr w:rsidR="00003BE2" w:rsidRPr="00B169DF" w:rsidTr="00AF7CD2">
        <w:tc>
          <w:tcPr>
            <w:tcW w:w="10065" w:type="dxa"/>
          </w:tcPr>
          <w:p w:rsidR="00003BE2" w:rsidRDefault="00CA4324" w:rsidP="00AF7CD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programów profilaktycznych szkoły</w:t>
            </w:r>
            <w:r w:rsidR="00FE1CE7">
              <w:rPr>
                <w:rFonts w:ascii="Corbel" w:hAnsi="Corbel"/>
                <w:sz w:val="24"/>
                <w:szCs w:val="24"/>
              </w:rPr>
              <w:t xml:space="preserve"> dla różnych grup wiekowych</w:t>
            </w:r>
            <w:r w:rsidR="00F857DD">
              <w:rPr>
                <w:rFonts w:ascii="Corbel" w:hAnsi="Corbel"/>
                <w:sz w:val="24"/>
                <w:szCs w:val="24"/>
              </w:rPr>
              <w:t>: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7-9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10-13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14-16</w:t>
            </w:r>
          </w:p>
          <w:p w:rsidR="00F857DD" w:rsidRDefault="00F857DD" w:rsidP="00F857DD">
            <w:pPr>
              <w:pStyle w:val="Akapitzlist"/>
              <w:numPr>
                <w:ilvl w:val="0"/>
                <w:numId w:val="10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dla uczniów  w wieku 17-19</w:t>
            </w:r>
          </w:p>
        </w:tc>
      </w:tr>
      <w:tr w:rsidR="00ED64E8" w:rsidRPr="00B169DF" w:rsidTr="00AF7CD2">
        <w:tc>
          <w:tcPr>
            <w:tcW w:w="10065" w:type="dxa"/>
          </w:tcPr>
          <w:p w:rsidR="00ED64E8" w:rsidRDefault="00ED64E8" w:rsidP="006227AB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profilaktyki szkolnej skierowanej do uczniów z niepełnosprawnością </w:t>
            </w:r>
          </w:p>
        </w:tc>
      </w:tr>
      <w:tr w:rsidR="006227AB" w:rsidRPr="00B169DF" w:rsidTr="00AF7CD2">
        <w:tc>
          <w:tcPr>
            <w:tcW w:w="10065" w:type="dxa"/>
          </w:tcPr>
          <w:p w:rsidR="006227AB" w:rsidRDefault="006227AB" w:rsidP="004135B4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Specyfika profilaktyki szkolnej skierowanej do uczniów niedostosowanych społecznie </w:t>
            </w:r>
            <w:r w:rsidR="004135B4">
              <w:rPr>
                <w:rFonts w:ascii="Corbel" w:hAnsi="Corbel"/>
                <w:sz w:val="24"/>
                <w:szCs w:val="24"/>
              </w:rPr>
              <w:t xml:space="preserve">przebywających w placówkach wychowawczych i resocjalizacyjnych </w:t>
            </w:r>
            <w:r w:rsidR="00C554E2">
              <w:rPr>
                <w:rFonts w:ascii="Corbel" w:hAnsi="Corbel"/>
                <w:sz w:val="24"/>
                <w:szCs w:val="24"/>
              </w:rPr>
              <w:t>(np.: MOW)</w:t>
            </w:r>
          </w:p>
        </w:tc>
      </w:tr>
      <w:tr w:rsidR="00CA4324" w:rsidRPr="00B169DF" w:rsidTr="00AF7CD2">
        <w:tc>
          <w:tcPr>
            <w:tcW w:w="10065" w:type="dxa"/>
          </w:tcPr>
          <w:p w:rsidR="00CA4324" w:rsidRDefault="00CA4324" w:rsidP="00DC06D5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Ewaluacja szkolnych programów profilaktycznych jako podstawa doskonalenia </w:t>
            </w:r>
            <w:r w:rsidR="009D3884">
              <w:rPr>
                <w:rFonts w:ascii="Corbel" w:hAnsi="Corbel"/>
                <w:sz w:val="24"/>
                <w:szCs w:val="24"/>
              </w:rPr>
              <w:t>warsztatu profilaktycznego</w:t>
            </w:r>
            <w:r w:rsidR="00255DE1">
              <w:rPr>
                <w:rFonts w:ascii="Corbel" w:hAnsi="Corbel"/>
                <w:sz w:val="24"/>
                <w:szCs w:val="24"/>
              </w:rPr>
              <w:t xml:space="preserve">; kryteria oceny skuteczności programów profilaktycznych </w:t>
            </w:r>
          </w:p>
        </w:tc>
      </w:tr>
      <w:tr w:rsidR="00E315E4" w:rsidRPr="00B169DF" w:rsidTr="00AF7CD2">
        <w:tc>
          <w:tcPr>
            <w:tcW w:w="10065" w:type="dxa"/>
          </w:tcPr>
          <w:p w:rsidR="00E315E4" w:rsidRDefault="00AC3E5C" w:rsidP="000E296A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Dobre praktyki profilaktyki szkolnej</w:t>
            </w:r>
          </w:p>
        </w:tc>
      </w:tr>
    </w:tbl>
    <w:p w:rsidR="003664CC" w:rsidRDefault="003664CC" w:rsidP="003664C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9D3884" w:rsidRPr="00B169DF" w:rsidRDefault="009D388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153C41" w:rsidRPr="00B169DF" w:rsidRDefault="009D388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2561" w:rsidRPr="00B169DF" w:rsidTr="00C05F44">
        <w:tc>
          <w:tcPr>
            <w:tcW w:w="1985" w:type="dxa"/>
          </w:tcPr>
          <w:p w:rsidR="00BD2561" w:rsidRPr="00B169DF" w:rsidRDefault="00BD2561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BD2561" w:rsidRPr="003B3A21" w:rsidRDefault="00BD2561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egzamin,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projekt, odpowiedź ustna</w:t>
            </w:r>
          </w:p>
        </w:tc>
        <w:tc>
          <w:tcPr>
            <w:tcW w:w="2126" w:type="dxa"/>
          </w:tcPr>
          <w:p w:rsidR="00BD2561" w:rsidRDefault="00C554E2" w:rsidP="00BD2561">
            <w:pPr>
              <w:jc w:val="center"/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BD2561" w:rsidRPr="007C5729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BD2561" w:rsidRPr="00B169DF" w:rsidTr="00C05F44">
        <w:tc>
          <w:tcPr>
            <w:tcW w:w="1985" w:type="dxa"/>
          </w:tcPr>
          <w:p w:rsidR="00BD2561" w:rsidRDefault="00BD2561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BD2561" w:rsidRDefault="00BD2561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egzamin, kolokwium, projekt, odpowiedź ustna</w:t>
            </w:r>
          </w:p>
        </w:tc>
        <w:tc>
          <w:tcPr>
            <w:tcW w:w="2126" w:type="dxa"/>
          </w:tcPr>
          <w:p w:rsidR="00BD2561" w:rsidRDefault="00C554E2" w:rsidP="00BD2561">
            <w:pPr>
              <w:jc w:val="center"/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BD2561" w:rsidRPr="007C5729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Default="00D74D53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egzamin, kolokwium, projekt, odpowiedź ustna</w:t>
            </w:r>
          </w:p>
        </w:tc>
        <w:tc>
          <w:tcPr>
            <w:tcW w:w="2126" w:type="dxa"/>
          </w:tcPr>
          <w:p w:rsidR="00D74D53" w:rsidRPr="00CF49A4" w:rsidRDefault="00C554E2" w:rsidP="008100D4">
            <w:pPr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BC691C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91C"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kolokwium, 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D74D53" w:rsidRPr="00B169DF" w:rsidTr="00C05F44">
        <w:tc>
          <w:tcPr>
            <w:tcW w:w="1985" w:type="dxa"/>
          </w:tcPr>
          <w:p w:rsidR="00D74D53" w:rsidRPr="00B169DF" w:rsidRDefault="00D74D53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D53" w:rsidRDefault="00D74D53">
            <w:r w:rsidRPr="00E766E6">
              <w:rPr>
                <w:rFonts w:ascii="Corbel" w:hAnsi="Corbel"/>
                <w:color w:val="000000"/>
                <w:sz w:val="24"/>
                <w:szCs w:val="24"/>
              </w:rPr>
              <w:t>projekt, odpowiedź ustna</w:t>
            </w:r>
          </w:p>
        </w:tc>
        <w:tc>
          <w:tcPr>
            <w:tcW w:w="2126" w:type="dxa"/>
          </w:tcPr>
          <w:p w:rsidR="00D74D53" w:rsidRPr="00CF49A4" w:rsidRDefault="00BC691C" w:rsidP="008100D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E22077" w:rsidRDefault="00E220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114DF0" w:rsidRDefault="00114DF0" w:rsidP="00114DF0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pozytywna ocena z egzaminu (minimum 51 % punktów), </w:t>
            </w:r>
          </w:p>
          <w:p w:rsidR="00114DF0" w:rsidRDefault="00114DF0" w:rsidP="00114DF0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14DF0" w:rsidRDefault="00114DF0" w:rsidP="00114DF0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114DF0" w:rsidRPr="003B3A21" w:rsidRDefault="00114DF0" w:rsidP="00114DF0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114DF0" w:rsidRDefault="00114DF0" w:rsidP="00114DF0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114DF0" w:rsidRDefault="00114DF0" w:rsidP="00114DF0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formalne (m.in. struktura pracy, podział zagadnień, poprawność językowa, opracowanie graficzne, edycja tekstu) – maksymalnie </w:t>
            </w:r>
            <w:r w:rsidR="00E423A0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114DF0" w:rsidRDefault="00114DF0" w:rsidP="00114DF0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zgodność z tematem i założonymi celami – maksymalnie </w:t>
            </w:r>
            <w:r w:rsidR="00E423A0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114DF0" w:rsidRDefault="00114DF0" w:rsidP="00114DF0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poprawność merytoryczna – maksymalnie </w:t>
            </w:r>
            <w:r w:rsidR="00E423A0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114DF0" w:rsidRDefault="00114DF0" w:rsidP="00114DF0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sposób prezentacji – maksymalnie </w:t>
            </w:r>
            <w:r w:rsidR="00E423A0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114DF0" w:rsidRDefault="00114DF0" w:rsidP="00114DF0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nowatorstwa/innowacji projektu – maksymalnie </w:t>
            </w:r>
            <w:r w:rsidR="00E423A0">
              <w:rPr>
                <w:rFonts w:ascii="Corbel" w:hAnsi="Corbel"/>
                <w:sz w:val="24"/>
                <w:szCs w:val="24"/>
              </w:rPr>
              <w:t>0-</w:t>
            </w:r>
            <w:r>
              <w:rPr>
                <w:rFonts w:ascii="Corbel" w:hAnsi="Corbel"/>
                <w:sz w:val="24"/>
                <w:szCs w:val="24"/>
              </w:rPr>
              <w:t>3 pkt.</w:t>
            </w:r>
          </w:p>
          <w:p w:rsidR="00114DF0" w:rsidRPr="00913877" w:rsidRDefault="00114DF0" w:rsidP="00114DF0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lastRenderedPageBreak/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7D5D25" w:rsidRDefault="007D5D2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D5D25" w:rsidRPr="009C54AE" w:rsidTr="007524E2">
        <w:tc>
          <w:tcPr>
            <w:tcW w:w="4962" w:type="dxa"/>
            <w:vAlign w:val="center"/>
          </w:tcPr>
          <w:p w:rsidR="007D5D25" w:rsidRPr="009C54AE" w:rsidRDefault="007D5D25" w:rsidP="00752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D5D25" w:rsidRPr="009C54AE" w:rsidRDefault="007D5D25" w:rsidP="007524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7D5D25" w:rsidRPr="009C54AE" w:rsidTr="007524E2">
        <w:tc>
          <w:tcPr>
            <w:tcW w:w="4962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7D5D25" w:rsidRPr="009C54AE" w:rsidTr="007524E2">
        <w:tc>
          <w:tcPr>
            <w:tcW w:w="4962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7D5D25" w:rsidRPr="00E80A3A" w:rsidRDefault="007D5D25" w:rsidP="007524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7D5D25" w:rsidRPr="009C54AE" w:rsidTr="007524E2">
        <w:tc>
          <w:tcPr>
            <w:tcW w:w="4962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24</w:t>
            </w:r>
          </w:p>
        </w:tc>
      </w:tr>
      <w:tr w:rsidR="007D5D25" w:rsidRPr="009C54AE" w:rsidTr="007524E2">
        <w:tc>
          <w:tcPr>
            <w:tcW w:w="4962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E80A3A">
              <w:rPr>
                <w:rFonts w:ascii="Corbel" w:hAnsi="Corbel"/>
              </w:rPr>
              <w:t xml:space="preserve">rzygotowywanie prac projektowych </w:t>
            </w:r>
          </w:p>
        </w:tc>
        <w:tc>
          <w:tcPr>
            <w:tcW w:w="4677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19</w:t>
            </w:r>
          </w:p>
        </w:tc>
      </w:tr>
      <w:tr w:rsidR="007D5D25" w:rsidRPr="009C54AE" w:rsidTr="007524E2">
        <w:tc>
          <w:tcPr>
            <w:tcW w:w="4962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</w:t>
            </w:r>
            <w:r>
              <w:rPr>
                <w:rFonts w:ascii="Corbel" w:hAnsi="Corbel"/>
              </w:rPr>
              <w:t>4</w:t>
            </w:r>
          </w:p>
        </w:tc>
      </w:tr>
      <w:tr w:rsidR="007D5D25" w:rsidRPr="009C54AE" w:rsidTr="007524E2">
        <w:tc>
          <w:tcPr>
            <w:tcW w:w="4962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</w:t>
            </w:r>
            <w:r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22</w:t>
            </w:r>
          </w:p>
        </w:tc>
      </w:tr>
      <w:tr w:rsidR="007D5D25" w:rsidRPr="009C54AE" w:rsidTr="007524E2">
        <w:tc>
          <w:tcPr>
            <w:tcW w:w="4962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125</w:t>
            </w:r>
          </w:p>
        </w:tc>
      </w:tr>
      <w:tr w:rsidR="007D5D25" w:rsidRPr="009C54AE" w:rsidTr="007524E2">
        <w:tc>
          <w:tcPr>
            <w:tcW w:w="4962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7D5D25" w:rsidRPr="00E80A3A" w:rsidRDefault="007D5D25" w:rsidP="007524E2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4"/>
      </w:tblGrid>
      <w:tr w:rsidR="007D5D25" w:rsidRPr="00B169DF" w:rsidTr="00C554E2">
        <w:trPr>
          <w:trHeight w:val="4952"/>
        </w:trPr>
        <w:tc>
          <w:tcPr>
            <w:tcW w:w="9604" w:type="dxa"/>
          </w:tcPr>
          <w:p w:rsidR="007D5D25" w:rsidRDefault="007D5D25" w:rsidP="00752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/>
            <w:bookmarkEnd w:id="0"/>
            <w:r>
              <w:br w:type="page"/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D5D25" w:rsidRDefault="007D5D25" w:rsidP="00752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5D25" w:rsidRPr="00116D85" w:rsidRDefault="00902633" w:rsidP="00C554E2">
            <w:pPr>
              <w:pStyle w:val="Bibliografia"/>
              <w:numPr>
                <w:ilvl w:val="0"/>
                <w:numId w:val="13"/>
              </w:numPr>
              <w:spacing w:after="0"/>
              <w:jc w:val="both"/>
              <w:rPr>
                <w:rFonts w:cs="Calibri"/>
              </w:rPr>
            </w:pPr>
            <w:r>
              <w:fldChar w:fldCharType="begin"/>
            </w:r>
            <w:r w:rsidR="007D5D25">
              <w:instrText xml:space="preserve"> ADDIN ZOTERO_BIBL {"uncited":[],"omitted":[],"custom":[]} CSL_BIBLIOGRAPHY </w:instrText>
            </w:r>
            <w:r>
              <w:fldChar w:fldCharType="separate"/>
            </w:r>
            <w:r w:rsidR="007D5D25" w:rsidRPr="00116D85">
              <w:rPr>
                <w:rFonts w:cs="Calibri"/>
              </w:rPr>
              <w:t>Gaś, Z.B., 2011. Profesjonalna profilaktyka w szkole: nowe wyzwania. Innovatio Press Wydawnictwo Naukowe Wyższej Szkoły Ekonomii i Innowacji, Lublin.</w:t>
            </w:r>
          </w:p>
          <w:p w:rsidR="007D5D25" w:rsidRPr="00B919D9" w:rsidRDefault="007D5D25" w:rsidP="00C554E2">
            <w:pPr>
              <w:pStyle w:val="Bibliografia"/>
              <w:numPr>
                <w:ilvl w:val="0"/>
                <w:numId w:val="13"/>
              </w:numPr>
              <w:spacing w:after="0"/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 xml:space="preserve">Korzeniowska, E., Pyżalski, J., Plichta, P., Puchalski, K., Goszczyńska, E., Knol-Michałowska, </w:t>
            </w:r>
            <w:r w:rsidR="00C554E2">
              <w:rPr>
                <w:rFonts w:cs="Calibri"/>
              </w:rPr>
              <w:br/>
            </w:r>
            <w:r w:rsidRPr="00B919D9">
              <w:rPr>
                <w:rFonts w:cs="Calibri"/>
              </w:rPr>
              <w:t>K., Petrykowska, A., 2013. Podręcznik promocji zdrowia psychicznego w placówce edukacyjnej. Warszawa.</w:t>
            </w:r>
          </w:p>
          <w:p w:rsidR="007D5D25" w:rsidRPr="00B919D9" w:rsidRDefault="007D5D25" w:rsidP="00C554E2">
            <w:pPr>
              <w:pStyle w:val="Bibliografia"/>
              <w:numPr>
                <w:ilvl w:val="0"/>
                <w:numId w:val="13"/>
              </w:numPr>
              <w:spacing w:after="0"/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>Ostaszewski, K., 2012. Związki między edukacją zdrowotną a szkolnym programem profilaktyki, in: Woynarowska, B. (Ed.), Organizacja i Realizacja Edukacji Zdrowotnej w Szkole. Ośrodek Rozwoju Edukacji, Warszawa, pp. 53–59.</w:t>
            </w:r>
          </w:p>
          <w:p w:rsidR="007D5D25" w:rsidRPr="00B919D9" w:rsidRDefault="007D5D25" w:rsidP="00C554E2">
            <w:pPr>
              <w:pStyle w:val="Bibliografia"/>
              <w:numPr>
                <w:ilvl w:val="0"/>
                <w:numId w:val="13"/>
              </w:numPr>
              <w:spacing w:after="0"/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>Porzak, R. (Ed.), 2019. Profilaktyka w szkole: stan i rekomendacje dla systemu oddziaływań profilaktycznych w Polsce. Fundacja “Masz Szansę,” Lublin.</w:t>
            </w:r>
          </w:p>
          <w:p w:rsidR="007D5D25" w:rsidRPr="00B919D9" w:rsidRDefault="007D5D25" w:rsidP="00C554E2">
            <w:pPr>
              <w:pStyle w:val="Bibliografia"/>
              <w:numPr>
                <w:ilvl w:val="0"/>
                <w:numId w:val="13"/>
              </w:numPr>
              <w:spacing w:after="0"/>
              <w:jc w:val="both"/>
              <w:rPr>
                <w:rFonts w:cs="Calibri"/>
              </w:rPr>
            </w:pPr>
            <w:r w:rsidRPr="00B919D9">
              <w:rPr>
                <w:rFonts w:cs="Calibri"/>
              </w:rPr>
              <w:t>Van Laere, K., Sochocka, K., Biaduń-Korulczyk, E., 2022. Profilaktyka uzależnień behawioralnych wśród młodzieży szkolnej, Wydanie 5 (wydania od 1 do 3 pod tytułem “Profilaktyka uzależnień behawioralnych wśród młodzieży gimnazjalnej”). ed. Fundacja Poza Schematami, Warszawa.</w:t>
            </w:r>
          </w:p>
          <w:p w:rsidR="007D5D25" w:rsidRPr="00B169DF" w:rsidRDefault="00902633" w:rsidP="00C554E2">
            <w:pPr>
              <w:pStyle w:val="Bibliografia"/>
              <w:spacing w:after="0"/>
              <w:ind w:left="-36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  <w:r>
              <w:fldChar w:fldCharType="begin"/>
            </w:r>
            <w:r w:rsidR="007D5D25">
              <w:instrText xml:space="preserve"> ADDIN ZOTERO_BIBL {"uncited":[],"omitted":[],"custom":[]} CSL_BIBLIOGRAPHY </w:instrText>
            </w:r>
            <w:r>
              <w:fldChar w:fldCharType="end"/>
            </w:r>
          </w:p>
        </w:tc>
      </w:tr>
      <w:tr w:rsidR="007D5D25" w:rsidRPr="00B169DF" w:rsidTr="007D5D25">
        <w:trPr>
          <w:trHeight w:val="4873"/>
        </w:trPr>
        <w:tc>
          <w:tcPr>
            <w:tcW w:w="9604" w:type="dxa"/>
          </w:tcPr>
          <w:p w:rsidR="007D5D25" w:rsidRDefault="007D5D25" w:rsidP="007524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D5D25" w:rsidRPr="00484C2E" w:rsidRDefault="007D5D25" w:rsidP="00C554E2">
            <w:pPr>
              <w:pStyle w:val="Bibliografia"/>
              <w:numPr>
                <w:ilvl w:val="0"/>
                <w:numId w:val="11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Deptuła, M. (Ed.), 2004. Diagnostyka pedagogiczna i profilaktyka w szkole i środowisku lokalnym. Wydaw. Akademii Bydgoskiej im. Kazimierza Wielkiego, Bydgoszcz.</w:t>
            </w:r>
          </w:p>
          <w:p w:rsidR="007D5D25" w:rsidRPr="00116D85" w:rsidRDefault="007D5D25" w:rsidP="00C554E2">
            <w:pPr>
              <w:pStyle w:val="Bibliografia"/>
              <w:numPr>
                <w:ilvl w:val="0"/>
                <w:numId w:val="9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Grzelak, S. (Ed.), 2015. Vademecum skutecznej profilaktyki problemów młodzieży: przewodnik dla samorządowców i praktyków oparty na wynikach badań naukowych : jak wspierać młodzież w podróży życia? Ośrodek Rozwoju Edukacji, Warszawa.</w:t>
            </w:r>
          </w:p>
          <w:p w:rsidR="007D5D25" w:rsidRPr="00484C2E" w:rsidRDefault="007D5D25" w:rsidP="00C554E2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Hawkins, J.D. (Ed.), 1994. Podręcznik ewaluacji programów profilaktycznych: nadużywanie substancji uzależniających i inne problemy społeczne. Instytut Psychiatrii i Neurologii : Polskie Towarzystwo Psychologiczne. Pracownia Wydawnicza, Warszawa, Olsztyn.</w:t>
            </w:r>
          </w:p>
          <w:p w:rsidR="007D5D25" w:rsidRPr="00484C2E" w:rsidRDefault="007D5D25" w:rsidP="00C554E2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Ostaszewski, K., 2003. Skuteczność profilaktyki używania substancji psychoaktywnych: podstawy opracowywania oraz ewaluacja programów dla dzieci i młodzieży. Scholar, Warszawa.</w:t>
            </w:r>
          </w:p>
          <w:p w:rsidR="007D5D25" w:rsidRPr="00484C2E" w:rsidRDefault="007D5D25" w:rsidP="00C554E2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Ostaszewski, K., 2009. Raport techniczny z realizacji projektu badawczego p. n. Monitorowanie zachowań ryzykownych młodzieży: badania mokotowskie. Instytut Psychiatrii i Neurologii, Warszawa.</w:t>
            </w:r>
          </w:p>
          <w:p w:rsidR="007D5D25" w:rsidRPr="00484C2E" w:rsidRDefault="007D5D25" w:rsidP="00C554E2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Ostaszewski, K., 2014. Zachowania ryzykowne młodzieży w perspektywie mechanizmów resilience. Instytut Psychiatrii i Neurologii, Warszawa.</w:t>
            </w:r>
          </w:p>
          <w:p w:rsidR="007D5D25" w:rsidRPr="00484C2E" w:rsidRDefault="007D5D25" w:rsidP="00C554E2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Rylke, H., Tuszewski, T., 2004. Powrót do źródeł: o profilaktyce w szkołach. Oficyna Wydawnicza Nauczycieli, Kielce.</w:t>
            </w:r>
          </w:p>
          <w:p w:rsidR="007D5D25" w:rsidRPr="00484C2E" w:rsidRDefault="007D5D25" w:rsidP="00C554E2">
            <w:pPr>
              <w:pStyle w:val="Bibliografia"/>
              <w:numPr>
                <w:ilvl w:val="0"/>
                <w:numId w:val="12"/>
              </w:numPr>
              <w:spacing w:after="0"/>
              <w:jc w:val="both"/>
              <w:rPr>
                <w:rFonts w:cs="Calibri"/>
              </w:rPr>
            </w:pPr>
            <w:r w:rsidRPr="00484C2E">
              <w:rPr>
                <w:rFonts w:cs="Calibri"/>
              </w:rPr>
              <w:t>Szpringer, M., 2004. Profilaktyka społeczna: rodzina, szkoła, środowisko lokalne. Wydaw. Akademii Świętokrzyskiej, Kielce.</w:t>
            </w:r>
          </w:p>
          <w:p w:rsidR="007D5D25" w:rsidRPr="00D7403C" w:rsidRDefault="007D5D25" w:rsidP="007D5D25">
            <w:pPr>
              <w:pStyle w:val="Bibliografia"/>
              <w:spacing w:after="0"/>
              <w:ind w:left="720"/>
              <w:rPr>
                <w:rFonts w:cs="Calibri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FE9" w:rsidRDefault="00A03FE9" w:rsidP="00C16ABF">
      <w:pPr>
        <w:spacing w:after="0" w:line="240" w:lineRule="auto"/>
      </w:pPr>
      <w:r>
        <w:separator/>
      </w:r>
    </w:p>
  </w:endnote>
  <w:endnote w:type="continuationSeparator" w:id="0">
    <w:p w:rsidR="00A03FE9" w:rsidRDefault="00A03F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FE9" w:rsidRDefault="00A03FE9" w:rsidP="00C16ABF">
      <w:pPr>
        <w:spacing w:after="0" w:line="240" w:lineRule="auto"/>
      </w:pPr>
      <w:r>
        <w:separator/>
      </w:r>
    </w:p>
  </w:footnote>
  <w:footnote w:type="continuationSeparator" w:id="0">
    <w:p w:rsidR="00A03FE9" w:rsidRDefault="00A03FE9" w:rsidP="00C16ABF">
      <w:pPr>
        <w:spacing w:after="0" w:line="240" w:lineRule="auto"/>
      </w:pPr>
      <w:r>
        <w:continuationSeparator/>
      </w:r>
    </w:p>
  </w:footnote>
  <w:footnote w:id="1">
    <w:p w:rsidR="00AB6107" w:rsidRDefault="00AB6107">
      <w:pPr>
        <w:pStyle w:val="Tekstprzypisudolnego"/>
      </w:pPr>
      <w:r w:rsidRPr="007D5D25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7550C"/>
    <w:multiLevelType w:val="hybridMultilevel"/>
    <w:tmpl w:val="03529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E252D"/>
    <w:multiLevelType w:val="hybridMultilevel"/>
    <w:tmpl w:val="E2405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C1F68"/>
    <w:multiLevelType w:val="hybridMultilevel"/>
    <w:tmpl w:val="3E2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601515"/>
    <w:multiLevelType w:val="hybridMultilevel"/>
    <w:tmpl w:val="615800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16440"/>
    <w:multiLevelType w:val="hybridMultilevel"/>
    <w:tmpl w:val="86387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C107C8"/>
    <w:multiLevelType w:val="hybridMultilevel"/>
    <w:tmpl w:val="453A5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1523B"/>
    <w:multiLevelType w:val="hybridMultilevel"/>
    <w:tmpl w:val="E842A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9"/>
  </w:num>
  <w:num w:numId="5">
    <w:abstractNumId w:val="11"/>
  </w:num>
  <w:num w:numId="6">
    <w:abstractNumId w:val="10"/>
  </w:num>
  <w:num w:numId="7">
    <w:abstractNumId w:val="1"/>
  </w:num>
  <w:num w:numId="8">
    <w:abstractNumId w:val="0"/>
  </w:num>
  <w:num w:numId="9">
    <w:abstractNumId w:val="4"/>
  </w:num>
  <w:num w:numId="10">
    <w:abstractNumId w:val="8"/>
  </w:num>
  <w:num w:numId="11">
    <w:abstractNumId w:val="3"/>
  </w:num>
  <w:num w:numId="12">
    <w:abstractNumId w:val="12"/>
  </w:num>
  <w:num w:numId="1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98B"/>
    <w:rsid w:val="00002FFD"/>
    <w:rsid w:val="00003BE2"/>
    <w:rsid w:val="000048FD"/>
    <w:rsid w:val="0000693A"/>
    <w:rsid w:val="000075E8"/>
    <w:rsid w:val="000077B4"/>
    <w:rsid w:val="00015B8F"/>
    <w:rsid w:val="00022ECE"/>
    <w:rsid w:val="00022F8F"/>
    <w:rsid w:val="00023F38"/>
    <w:rsid w:val="00024B67"/>
    <w:rsid w:val="000254E5"/>
    <w:rsid w:val="000347A3"/>
    <w:rsid w:val="00042A51"/>
    <w:rsid w:val="00042D2E"/>
    <w:rsid w:val="000435CB"/>
    <w:rsid w:val="00044C82"/>
    <w:rsid w:val="00057308"/>
    <w:rsid w:val="00070ED6"/>
    <w:rsid w:val="000742DC"/>
    <w:rsid w:val="00084B80"/>
    <w:rsid w:val="00084C12"/>
    <w:rsid w:val="0009462C"/>
    <w:rsid w:val="00094B12"/>
    <w:rsid w:val="00096ACE"/>
    <w:rsid w:val="00096C46"/>
    <w:rsid w:val="000972E6"/>
    <w:rsid w:val="000A296F"/>
    <w:rsid w:val="000A2A28"/>
    <w:rsid w:val="000A3CDF"/>
    <w:rsid w:val="000B192D"/>
    <w:rsid w:val="000B28EE"/>
    <w:rsid w:val="000B3E37"/>
    <w:rsid w:val="000B5124"/>
    <w:rsid w:val="000B6AB7"/>
    <w:rsid w:val="000C5C2C"/>
    <w:rsid w:val="000D04B0"/>
    <w:rsid w:val="000E296A"/>
    <w:rsid w:val="000F1C57"/>
    <w:rsid w:val="000F50CD"/>
    <w:rsid w:val="000F5615"/>
    <w:rsid w:val="001045A1"/>
    <w:rsid w:val="00114DF0"/>
    <w:rsid w:val="00124BFF"/>
    <w:rsid w:val="0012560E"/>
    <w:rsid w:val="00127108"/>
    <w:rsid w:val="001335A0"/>
    <w:rsid w:val="00134B13"/>
    <w:rsid w:val="00136C53"/>
    <w:rsid w:val="00137608"/>
    <w:rsid w:val="00146BC0"/>
    <w:rsid w:val="00153C41"/>
    <w:rsid w:val="00154381"/>
    <w:rsid w:val="001640A7"/>
    <w:rsid w:val="00164FA7"/>
    <w:rsid w:val="00166A03"/>
    <w:rsid w:val="001718A7"/>
    <w:rsid w:val="00172373"/>
    <w:rsid w:val="001737CF"/>
    <w:rsid w:val="00176083"/>
    <w:rsid w:val="001778D1"/>
    <w:rsid w:val="0018530D"/>
    <w:rsid w:val="00191CBD"/>
    <w:rsid w:val="00192F37"/>
    <w:rsid w:val="00196B32"/>
    <w:rsid w:val="001A1648"/>
    <w:rsid w:val="001A2EE6"/>
    <w:rsid w:val="001A70D2"/>
    <w:rsid w:val="001C01CA"/>
    <w:rsid w:val="001D2A53"/>
    <w:rsid w:val="001D657B"/>
    <w:rsid w:val="001D7B54"/>
    <w:rsid w:val="001E0209"/>
    <w:rsid w:val="001E1946"/>
    <w:rsid w:val="001E33A7"/>
    <w:rsid w:val="001F2CA2"/>
    <w:rsid w:val="001F5A92"/>
    <w:rsid w:val="001F7790"/>
    <w:rsid w:val="0020279F"/>
    <w:rsid w:val="00206C5A"/>
    <w:rsid w:val="002127EE"/>
    <w:rsid w:val="002144C0"/>
    <w:rsid w:val="00214898"/>
    <w:rsid w:val="002174B4"/>
    <w:rsid w:val="00221F53"/>
    <w:rsid w:val="00223DA5"/>
    <w:rsid w:val="0022477D"/>
    <w:rsid w:val="00226331"/>
    <w:rsid w:val="002278A9"/>
    <w:rsid w:val="002336F9"/>
    <w:rsid w:val="00233ECB"/>
    <w:rsid w:val="0024028F"/>
    <w:rsid w:val="00240AA4"/>
    <w:rsid w:val="002440F8"/>
    <w:rsid w:val="00244ABC"/>
    <w:rsid w:val="00247D17"/>
    <w:rsid w:val="00255DE1"/>
    <w:rsid w:val="002568A1"/>
    <w:rsid w:val="00264061"/>
    <w:rsid w:val="002716CA"/>
    <w:rsid w:val="00281FF2"/>
    <w:rsid w:val="002857DE"/>
    <w:rsid w:val="00287297"/>
    <w:rsid w:val="00291567"/>
    <w:rsid w:val="00294869"/>
    <w:rsid w:val="002A1B90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5DFD"/>
    <w:rsid w:val="002C6F3C"/>
    <w:rsid w:val="002D2C94"/>
    <w:rsid w:val="002D3375"/>
    <w:rsid w:val="002D593D"/>
    <w:rsid w:val="002D73D4"/>
    <w:rsid w:val="002E0738"/>
    <w:rsid w:val="002E2FDF"/>
    <w:rsid w:val="002F02A3"/>
    <w:rsid w:val="002F4ABE"/>
    <w:rsid w:val="002F4AF0"/>
    <w:rsid w:val="002F4EA4"/>
    <w:rsid w:val="00300C69"/>
    <w:rsid w:val="003018BA"/>
    <w:rsid w:val="0030395F"/>
    <w:rsid w:val="003043EF"/>
    <w:rsid w:val="00305C92"/>
    <w:rsid w:val="00311F66"/>
    <w:rsid w:val="00313AB8"/>
    <w:rsid w:val="003151C5"/>
    <w:rsid w:val="003223EF"/>
    <w:rsid w:val="003231D9"/>
    <w:rsid w:val="003343CF"/>
    <w:rsid w:val="003373EF"/>
    <w:rsid w:val="00343C72"/>
    <w:rsid w:val="00346FE9"/>
    <w:rsid w:val="0034759A"/>
    <w:rsid w:val="003503F6"/>
    <w:rsid w:val="003530DD"/>
    <w:rsid w:val="00361490"/>
    <w:rsid w:val="00363F78"/>
    <w:rsid w:val="003664CC"/>
    <w:rsid w:val="003736CC"/>
    <w:rsid w:val="003A0A5B"/>
    <w:rsid w:val="003A1176"/>
    <w:rsid w:val="003C0BAE"/>
    <w:rsid w:val="003D18A9"/>
    <w:rsid w:val="003D6CE2"/>
    <w:rsid w:val="003E1941"/>
    <w:rsid w:val="003E2FE3"/>
    <w:rsid w:val="003E2FE6"/>
    <w:rsid w:val="003E49D5"/>
    <w:rsid w:val="003F205D"/>
    <w:rsid w:val="003F38C0"/>
    <w:rsid w:val="0040404C"/>
    <w:rsid w:val="00404E81"/>
    <w:rsid w:val="00406ACF"/>
    <w:rsid w:val="00406C4B"/>
    <w:rsid w:val="00411338"/>
    <w:rsid w:val="004135B4"/>
    <w:rsid w:val="00414E3C"/>
    <w:rsid w:val="00421698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4086"/>
    <w:rsid w:val="004652C2"/>
    <w:rsid w:val="004706D1"/>
    <w:rsid w:val="00471326"/>
    <w:rsid w:val="0047598D"/>
    <w:rsid w:val="004815FC"/>
    <w:rsid w:val="004840FD"/>
    <w:rsid w:val="00487167"/>
    <w:rsid w:val="00490F7D"/>
    <w:rsid w:val="00491678"/>
    <w:rsid w:val="004968E2"/>
    <w:rsid w:val="004A3EEA"/>
    <w:rsid w:val="004A4D1F"/>
    <w:rsid w:val="004A677D"/>
    <w:rsid w:val="004B3F0E"/>
    <w:rsid w:val="004B5EFE"/>
    <w:rsid w:val="004D31C0"/>
    <w:rsid w:val="004D5282"/>
    <w:rsid w:val="004D591B"/>
    <w:rsid w:val="004D7A91"/>
    <w:rsid w:val="004F046A"/>
    <w:rsid w:val="004F1551"/>
    <w:rsid w:val="004F5241"/>
    <w:rsid w:val="004F55A3"/>
    <w:rsid w:val="0050134F"/>
    <w:rsid w:val="00503596"/>
    <w:rsid w:val="0050496F"/>
    <w:rsid w:val="00511744"/>
    <w:rsid w:val="005124DD"/>
    <w:rsid w:val="005136BE"/>
    <w:rsid w:val="00513B6F"/>
    <w:rsid w:val="00517C63"/>
    <w:rsid w:val="005335E0"/>
    <w:rsid w:val="005363C4"/>
    <w:rsid w:val="00536BDE"/>
    <w:rsid w:val="005371EB"/>
    <w:rsid w:val="00543ACC"/>
    <w:rsid w:val="0054452C"/>
    <w:rsid w:val="0054586E"/>
    <w:rsid w:val="00565CA6"/>
    <w:rsid w:val="0056696D"/>
    <w:rsid w:val="005673A8"/>
    <w:rsid w:val="005800EC"/>
    <w:rsid w:val="00582AEF"/>
    <w:rsid w:val="00582BC0"/>
    <w:rsid w:val="0059484D"/>
    <w:rsid w:val="005A0855"/>
    <w:rsid w:val="005A3196"/>
    <w:rsid w:val="005A442F"/>
    <w:rsid w:val="005B048D"/>
    <w:rsid w:val="005B4435"/>
    <w:rsid w:val="005C080F"/>
    <w:rsid w:val="005C55E5"/>
    <w:rsid w:val="005C696A"/>
    <w:rsid w:val="005E0F91"/>
    <w:rsid w:val="005E3053"/>
    <w:rsid w:val="005E6E85"/>
    <w:rsid w:val="005F31D2"/>
    <w:rsid w:val="005F76A3"/>
    <w:rsid w:val="0060584D"/>
    <w:rsid w:val="00607DE7"/>
    <w:rsid w:val="0061029B"/>
    <w:rsid w:val="00617230"/>
    <w:rsid w:val="00621CE1"/>
    <w:rsid w:val="006227AB"/>
    <w:rsid w:val="00627FC9"/>
    <w:rsid w:val="0063183D"/>
    <w:rsid w:val="0063636B"/>
    <w:rsid w:val="00646FCE"/>
    <w:rsid w:val="006479DD"/>
    <w:rsid w:val="00647FA8"/>
    <w:rsid w:val="00650C5F"/>
    <w:rsid w:val="00654934"/>
    <w:rsid w:val="00655097"/>
    <w:rsid w:val="006620D9"/>
    <w:rsid w:val="00671958"/>
    <w:rsid w:val="00675843"/>
    <w:rsid w:val="00682E28"/>
    <w:rsid w:val="00686DF8"/>
    <w:rsid w:val="00696477"/>
    <w:rsid w:val="006A09C7"/>
    <w:rsid w:val="006A1614"/>
    <w:rsid w:val="006A568E"/>
    <w:rsid w:val="006A7A44"/>
    <w:rsid w:val="006A7F90"/>
    <w:rsid w:val="006D050F"/>
    <w:rsid w:val="006D6139"/>
    <w:rsid w:val="006E18FA"/>
    <w:rsid w:val="006E5D65"/>
    <w:rsid w:val="006E65D5"/>
    <w:rsid w:val="006E7FF9"/>
    <w:rsid w:val="006F04A8"/>
    <w:rsid w:val="006F1282"/>
    <w:rsid w:val="006F1FBC"/>
    <w:rsid w:val="006F31E2"/>
    <w:rsid w:val="006F685E"/>
    <w:rsid w:val="006F72DA"/>
    <w:rsid w:val="00706544"/>
    <w:rsid w:val="007072BA"/>
    <w:rsid w:val="0071620A"/>
    <w:rsid w:val="00724677"/>
    <w:rsid w:val="00725459"/>
    <w:rsid w:val="007277F8"/>
    <w:rsid w:val="007303E0"/>
    <w:rsid w:val="007327BD"/>
    <w:rsid w:val="00734608"/>
    <w:rsid w:val="00734904"/>
    <w:rsid w:val="00743C76"/>
    <w:rsid w:val="00745302"/>
    <w:rsid w:val="007461D6"/>
    <w:rsid w:val="00746EC8"/>
    <w:rsid w:val="007636EF"/>
    <w:rsid w:val="00763BF1"/>
    <w:rsid w:val="007642C1"/>
    <w:rsid w:val="00766FD4"/>
    <w:rsid w:val="00767D4F"/>
    <w:rsid w:val="00770110"/>
    <w:rsid w:val="0077385F"/>
    <w:rsid w:val="00773A4C"/>
    <w:rsid w:val="0078168C"/>
    <w:rsid w:val="00782EC8"/>
    <w:rsid w:val="00783F94"/>
    <w:rsid w:val="00787C2A"/>
    <w:rsid w:val="00790E27"/>
    <w:rsid w:val="007A172D"/>
    <w:rsid w:val="007A4022"/>
    <w:rsid w:val="007A406D"/>
    <w:rsid w:val="007A5B0E"/>
    <w:rsid w:val="007A6E6E"/>
    <w:rsid w:val="007A78BD"/>
    <w:rsid w:val="007C2CD8"/>
    <w:rsid w:val="007C3299"/>
    <w:rsid w:val="007C3BCC"/>
    <w:rsid w:val="007C4546"/>
    <w:rsid w:val="007D3203"/>
    <w:rsid w:val="007D5D25"/>
    <w:rsid w:val="007D6E56"/>
    <w:rsid w:val="007E345C"/>
    <w:rsid w:val="007F4155"/>
    <w:rsid w:val="008014FC"/>
    <w:rsid w:val="008051C0"/>
    <w:rsid w:val="008100D4"/>
    <w:rsid w:val="00814D93"/>
    <w:rsid w:val="00814E09"/>
    <w:rsid w:val="0081554D"/>
    <w:rsid w:val="00815B4B"/>
    <w:rsid w:val="0081707E"/>
    <w:rsid w:val="00820492"/>
    <w:rsid w:val="008449B3"/>
    <w:rsid w:val="00844B02"/>
    <w:rsid w:val="008552A2"/>
    <w:rsid w:val="0085747A"/>
    <w:rsid w:val="00871B4C"/>
    <w:rsid w:val="00875BB4"/>
    <w:rsid w:val="00884922"/>
    <w:rsid w:val="00885F64"/>
    <w:rsid w:val="008917F9"/>
    <w:rsid w:val="008A45F7"/>
    <w:rsid w:val="008B1427"/>
    <w:rsid w:val="008B2DA0"/>
    <w:rsid w:val="008B4D8E"/>
    <w:rsid w:val="008B7BEE"/>
    <w:rsid w:val="008C0CC0"/>
    <w:rsid w:val="008C19A9"/>
    <w:rsid w:val="008C379D"/>
    <w:rsid w:val="008C5147"/>
    <w:rsid w:val="008C5359"/>
    <w:rsid w:val="008C5363"/>
    <w:rsid w:val="008D3DFB"/>
    <w:rsid w:val="008D4813"/>
    <w:rsid w:val="008E64F4"/>
    <w:rsid w:val="008E68B0"/>
    <w:rsid w:val="008F12C9"/>
    <w:rsid w:val="008F6E29"/>
    <w:rsid w:val="00901B2A"/>
    <w:rsid w:val="00902633"/>
    <w:rsid w:val="00912001"/>
    <w:rsid w:val="00912032"/>
    <w:rsid w:val="00916188"/>
    <w:rsid w:val="00923D7D"/>
    <w:rsid w:val="00924A75"/>
    <w:rsid w:val="00936838"/>
    <w:rsid w:val="00947D4B"/>
    <w:rsid w:val="009508DF"/>
    <w:rsid w:val="00950DA6"/>
    <w:rsid w:val="00950DAC"/>
    <w:rsid w:val="00952FE9"/>
    <w:rsid w:val="00954A07"/>
    <w:rsid w:val="00961BCB"/>
    <w:rsid w:val="009738FD"/>
    <w:rsid w:val="00980666"/>
    <w:rsid w:val="00985CA1"/>
    <w:rsid w:val="00997F14"/>
    <w:rsid w:val="009A0961"/>
    <w:rsid w:val="009A0D78"/>
    <w:rsid w:val="009A6B67"/>
    <w:rsid w:val="009A78D9"/>
    <w:rsid w:val="009A7AFB"/>
    <w:rsid w:val="009C3E31"/>
    <w:rsid w:val="009C54AE"/>
    <w:rsid w:val="009C788E"/>
    <w:rsid w:val="009D3884"/>
    <w:rsid w:val="009D3F3B"/>
    <w:rsid w:val="009E0543"/>
    <w:rsid w:val="009E2F09"/>
    <w:rsid w:val="009E3B41"/>
    <w:rsid w:val="009E4709"/>
    <w:rsid w:val="009F2E5F"/>
    <w:rsid w:val="009F3C5C"/>
    <w:rsid w:val="009F4610"/>
    <w:rsid w:val="00A00ECC"/>
    <w:rsid w:val="00A03428"/>
    <w:rsid w:val="00A03FE9"/>
    <w:rsid w:val="00A07661"/>
    <w:rsid w:val="00A145E4"/>
    <w:rsid w:val="00A155EE"/>
    <w:rsid w:val="00A2245B"/>
    <w:rsid w:val="00A24C37"/>
    <w:rsid w:val="00A25D37"/>
    <w:rsid w:val="00A30110"/>
    <w:rsid w:val="00A30572"/>
    <w:rsid w:val="00A36899"/>
    <w:rsid w:val="00A371F6"/>
    <w:rsid w:val="00A43BF6"/>
    <w:rsid w:val="00A5018A"/>
    <w:rsid w:val="00A533AB"/>
    <w:rsid w:val="00A53FA5"/>
    <w:rsid w:val="00A54113"/>
    <w:rsid w:val="00A54817"/>
    <w:rsid w:val="00A601C8"/>
    <w:rsid w:val="00A60799"/>
    <w:rsid w:val="00A64B24"/>
    <w:rsid w:val="00A73CD0"/>
    <w:rsid w:val="00A73DF2"/>
    <w:rsid w:val="00A80A4C"/>
    <w:rsid w:val="00A812E9"/>
    <w:rsid w:val="00A84C85"/>
    <w:rsid w:val="00A928CF"/>
    <w:rsid w:val="00A972ED"/>
    <w:rsid w:val="00A97DE1"/>
    <w:rsid w:val="00AB053C"/>
    <w:rsid w:val="00AB2810"/>
    <w:rsid w:val="00AB6107"/>
    <w:rsid w:val="00AC237D"/>
    <w:rsid w:val="00AC2EC7"/>
    <w:rsid w:val="00AC39F9"/>
    <w:rsid w:val="00AC3E5C"/>
    <w:rsid w:val="00AC4784"/>
    <w:rsid w:val="00AC56A8"/>
    <w:rsid w:val="00AD1146"/>
    <w:rsid w:val="00AD27D3"/>
    <w:rsid w:val="00AD447C"/>
    <w:rsid w:val="00AD66D6"/>
    <w:rsid w:val="00AD67BE"/>
    <w:rsid w:val="00AE1160"/>
    <w:rsid w:val="00AE203C"/>
    <w:rsid w:val="00AE2E74"/>
    <w:rsid w:val="00AE57A3"/>
    <w:rsid w:val="00AE5FCB"/>
    <w:rsid w:val="00AF04D4"/>
    <w:rsid w:val="00AF2C1E"/>
    <w:rsid w:val="00B06142"/>
    <w:rsid w:val="00B135B1"/>
    <w:rsid w:val="00B1435F"/>
    <w:rsid w:val="00B15787"/>
    <w:rsid w:val="00B169DF"/>
    <w:rsid w:val="00B21421"/>
    <w:rsid w:val="00B23460"/>
    <w:rsid w:val="00B3130B"/>
    <w:rsid w:val="00B40ADB"/>
    <w:rsid w:val="00B432C1"/>
    <w:rsid w:val="00B43B77"/>
    <w:rsid w:val="00B43E80"/>
    <w:rsid w:val="00B45CEF"/>
    <w:rsid w:val="00B4681A"/>
    <w:rsid w:val="00B54149"/>
    <w:rsid w:val="00B54743"/>
    <w:rsid w:val="00B577D3"/>
    <w:rsid w:val="00B57C42"/>
    <w:rsid w:val="00B607DB"/>
    <w:rsid w:val="00B608CA"/>
    <w:rsid w:val="00B62E3D"/>
    <w:rsid w:val="00B640B4"/>
    <w:rsid w:val="00B66529"/>
    <w:rsid w:val="00B75946"/>
    <w:rsid w:val="00B77626"/>
    <w:rsid w:val="00B8056E"/>
    <w:rsid w:val="00B819C8"/>
    <w:rsid w:val="00B82308"/>
    <w:rsid w:val="00B90885"/>
    <w:rsid w:val="00B919D9"/>
    <w:rsid w:val="00B96BAC"/>
    <w:rsid w:val="00BA01F3"/>
    <w:rsid w:val="00BA0EF1"/>
    <w:rsid w:val="00BB0E02"/>
    <w:rsid w:val="00BB520A"/>
    <w:rsid w:val="00BC691C"/>
    <w:rsid w:val="00BD00FB"/>
    <w:rsid w:val="00BD22F7"/>
    <w:rsid w:val="00BD2561"/>
    <w:rsid w:val="00BD3869"/>
    <w:rsid w:val="00BD66E9"/>
    <w:rsid w:val="00BD6FF4"/>
    <w:rsid w:val="00BE68D3"/>
    <w:rsid w:val="00BF1374"/>
    <w:rsid w:val="00BF2C41"/>
    <w:rsid w:val="00C00C2D"/>
    <w:rsid w:val="00C05720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44E0B"/>
    <w:rsid w:val="00C50929"/>
    <w:rsid w:val="00C538E6"/>
    <w:rsid w:val="00C53FD9"/>
    <w:rsid w:val="00C554E2"/>
    <w:rsid w:val="00C56036"/>
    <w:rsid w:val="00C61DC5"/>
    <w:rsid w:val="00C6778C"/>
    <w:rsid w:val="00C67E92"/>
    <w:rsid w:val="00C70A26"/>
    <w:rsid w:val="00C74D4E"/>
    <w:rsid w:val="00C75866"/>
    <w:rsid w:val="00C766DF"/>
    <w:rsid w:val="00C85CF2"/>
    <w:rsid w:val="00C87AD9"/>
    <w:rsid w:val="00C93B15"/>
    <w:rsid w:val="00C94B98"/>
    <w:rsid w:val="00CA2B96"/>
    <w:rsid w:val="00CA4324"/>
    <w:rsid w:val="00CA4FC8"/>
    <w:rsid w:val="00CA5089"/>
    <w:rsid w:val="00CB0FC4"/>
    <w:rsid w:val="00CB4223"/>
    <w:rsid w:val="00CC7659"/>
    <w:rsid w:val="00CD23CB"/>
    <w:rsid w:val="00CD6897"/>
    <w:rsid w:val="00CE5BAC"/>
    <w:rsid w:val="00CF25BE"/>
    <w:rsid w:val="00CF49A4"/>
    <w:rsid w:val="00CF78ED"/>
    <w:rsid w:val="00CF7914"/>
    <w:rsid w:val="00D02B25"/>
    <w:rsid w:val="00D02EBA"/>
    <w:rsid w:val="00D07359"/>
    <w:rsid w:val="00D14200"/>
    <w:rsid w:val="00D16360"/>
    <w:rsid w:val="00D17C3C"/>
    <w:rsid w:val="00D26B2C"/>
    <w:rsid w:val="00D314F1"/>
    <w:rsid w:val="00D3397B"/>
    <w:rsid w:val="00D352C9"/>
    <w:rsid w:val="00D37E06"/>
    <w:rsid w:val="00D425B2"/>
    <w:rsid w:val="00D428D6"/>
    <w:rsid w:val="00D449A8"/>
    <w:rsid w:val="00D45831"/>
    <w:rsid w:val="00D46421"/>
    <w:rsid w:val="00D552B2"/>
    <w:rsid w:val="00D56917"/>
    <w:rsid w:val="00D608D1"/>
    <w:rsid w:val="00D60B73"/>
    <w:rsid w:val="00D617F6"/>
    <w:rsid w:val="00D71EBE"/>
    <w:rsid w:val="00D7403C"/>
    <w:rsid w:val="00D74119"/>
    <w:rsid w:val="00D74D53"/>
    <w:rsid w:val="00D8075B"/>
    <w:rsid w:val="00D8678B"/>
    <w:rsid w:val="00D9453C"/>
    <w:rsid w:val="00DA2114"/>
    <w:rsid w:val="00DC06D5"/>
    <w:rsid w:val="00DC597C"/>
    <w:rsid w:val="00DC69AC"/>
    <w:rsid w:val="00DC6B7F"/>
    <w:rsid w:val="00DD2FA2"/>
    <w:rsid w:val="00DD61D9"/>
    <w:rsid w:val="00DE09C0"/>
    <w:rsid w:val="00DE4A14"/>
    <w:rsid w:val="00DE5597"/>
    <w:rsid w:val="00DF320D"/>
    <w:rsid w:val="00DF71C8"/>
    <w:rsid w:val="00E07BF2"/>
    <w:rsid w:val="00E129B8"/>
    <w:rsid w:val="00E21E7D"/>
    <w:rsid w:val="00E22077"/>
    <w:rsid w:val="00E22FBC"/>
    <w:rsid w:val="00E24BF5"/>
    <w:rsid w:val="00E25338"/>
    <w:rsid w:val="00E277F1"/>
    <w:rsid w:val="00E30F7B"/>
    <w:rsid w:val="00E315E4"/>
    <w:rsid w:val="00E349F0"/>
    <w:rsid w:val="00E423A0"/>
    <w:rsid w:val="00E51E44"/>
    <w:rsid w:val="00E5242A"/>
    <w:rsid w:val="00E63348"/>
    <w:rsid w:val="00E64AC9"/>
    <w:rsid w:val="00E742AA"/>
    <w:rsid w:val="00E77E88"/>
    <w:rsid w:val="00E80A3A"/>
    <w:rsid w:val="00E80ABB"/>
    <w:rsid w:val="00E8107D"/>
    <w:rsid w:val="00E82F29"/>
    <w:rsid w:val="00E84B28"/>
    <w:rsid w:val="00E9094D"/>
    <w:rsid w:val="00E95B37"/>
    <w:rsid w:val="00E960BB"/>
    <w:rsid w:val="00EA2074"/>
    <w:rsid w:val="00EA4832"/>
    <w:rsid w:val="00EA4E9D"/>
    <w:rsid w:val="00EB4A4F"/>
    <w:rsid w:val="00EB5F16"/>
    <w:rsid w:val="00EB6665"/>
    <w:rsid w:val="00EC2A9A"/>
    <w:rsid w:val="00EC4899"/>
    <w:rsid w:val="00ED03AB"/>
    <w:rsid w:val="00ED0AB1"/>
    <w:rsid w:val="00ED32D2"/>
    <w:rsid w:val="00ED64E8"/>
    <w:rsid w:val="00EE32DE"/>
    <w:rsid w:val="00EE5457"/>
    <w:rsid w:val="00EF1877"/>
    <w:rsid w:val="00F03A5D"/>
    <w:rsid w:val="00F070AB"/>
    <w:rsid w:val="00F1332B"/>
    <w:rsid w:val="00F17567"/>
    <w:rsid w:val="00F214F0"/>
    <w:rsid w:val="00F217C7"/>
    <w:rsid w:val="00F21C7F"/>
    <w:rsid w:val="00F21E62"/>
    <w:rsid w:val="00F27A7B"/>
    <w:rsid w:val="00F526AF"/>
    <w:rsid w:val="00F617C3"/>
    <w:rsid w:val="00F61A26"/>
    <w:rsid w:val="00F67833"/>
    <w:rsid w:val="00F7066B"/>
    <w:rsid w:val="00F738E8"/>
    <w:rsid w:val="00F83B28"/>
    <w:rsid w:val="00F857DD"/>
    <w:rsid w:val="00F93F0E"/>
    <w:rsid w:val="00F95B97"/>
    <w:rsid w:val="00F96B5F"/>
    <w:rsid w:val="00F9702D"/>
    <w:rsid w:val="00F974DA"/>
    <w:rsid w:val="00FA46E5"/>
    <w:rsid w:val="00FA64C9"/>
    <w:rsid w:val="00FB59D3"/>
    <w:rsid w:val="00FB7DBA"/>
    <w:rsid w:val="00FC1207"/>
    <w:rsid w:val="00FC1C25"/>
    <w:rsid w:val="00FC3F45"/>
    <w:rsid w:val="00FD0CD3"/>
    <w:rsid w:val="00FD2A55"/>
    <w:rsid w:val="00FD503F"/>
    <w:rsid w:val="00FD7589"/>
    <w:rsid w:val="00FE1CE7"/>
    <w:rsid w:val="00FE463C"/>
    <w:rsid w:val="00FE651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10AC"/>
  <w15:docId w15:val="{C3F9341E-750D-4785-A8DA-F7DB6ACB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34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345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34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D3791-714F-4561-B632-D549BADE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751</TotalTime>
  <Pages>1</Pages>
  <Words>1442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2019-02-06T12:12:00Z</cp:lastPrinted>
  <dcterms:created xsi:type="dcterms:W3CDTF">2023-06-07T06:22:00Z</dcterms:created>
  <dcterms:modified xsi:type="dcterms:W3CDTF">2024-09-26T06:43:00Z</dcterms:modified>
</cp:coreProperties>
</file>